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9D4" w:rsidRDefault="007209D4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Task:  Create your Wordle </w:t>
      </w:r>
    </w:p>
    <w:p w:rsidR="007209D4" w:rsidRDefault="007209D4" w:rsidP="007B3A1E">
      <w:pPr>
        <w:rPr>
          <w:b/>
          <w:bCs/>
          <w:sz w:val="24"/>
          <w:szCs w:val="24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4pt;margin-top:-8.95pt;width:99pt;height:115.5pt;z-index:251657728;v-text-anchor:middle">
            <v:textbox style="mso-next-textbox:#_x0000_s1028">
              <w:txbxContent>
                <w:p w:rsidR="007209D4" w:rsidRPr="00820260" w:rsidRDefault="007209D4" w:rsidP="00113AE9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20260">
                    <w:rPr>
                      <w:b/>
                      <w:bCs/>
                      <w:u w:val="single"/>
                    </w:rPr>
                    <w:t>WARNING</w:t>
                  </w:r>
                  <w:r>
                    <w:rPr>
                      <w:b/>
                      <w:bCs/>
                    </w:rPr>
                    <w:t>!</w:t>
                  </w:r>
                  <w:r>
                    <w:br/>
                    <w:t xml:space="preserve">All of the steps in this task  must be completed within one class time; </w:t>
                  </w:r>
                  <w:r w:rsidRPr="00820260">
                    <w:rPr>
                      <w:b/>
                      <w:bCs/>
                      <w:i/>
                      <w:iCs/>
                    </w:rPr>
                    <w:t>you cannot save online!</w:t>
                  </w:r>
                </w:p>
              </w:txbxContent>
            </v:textbox>
          </v:shape>
        </w:pict>
      </w:r>
    </w:p>
    <w:p w:rsidR="007209D4" w:rsidRDefault="007209D4" w:rsidP="007B3A1E">
      <w:pPr>
        <w:rPr>
          <w:b/>
          <w:bCs/>
          <w:sz w:val="24"/>
          <w:szCs w:val="24"/>
          <w:u w:val="single"/>
        </w:rPr>
      </w:pPr>
    </w:p>
    <w:p w:rsidR="007209D4" w:rsidRDefault="007209D4" w:rsidP="007B3A1E">
      <w:pPr>
        <w:rPr>
          <w:b/>
          <w:bCs/>
          <w:sz w:val="24"/>
          <w:szCs w:val="24"/>
          <w:u w:val="single"/>
        </w:rPr>
      </w:pPr>
    </w:p>
    <w:p w:rsidR="007209D4" w:rsidRDefault="007209D4" w:rsidP="007B3A1E">
      <w:pPr>
        <w:rPr>
          <w:b/>
          <w:bCs/>
          <w:sz w:val="24"/>
          <w:szCs w:val="24"/>
          <w:u w:val="single"/>
        </w:rPr>
      </w:pPr>
    </w:p>
    <w:p w:rsidR="007209D4" w:rsidRPr="0057501F" w:rsidRDefault="007209D4" w:rsidP="007B3A1E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/>
      </w:r>
    </w:p>
    <w:p w:rsidR="007209D4" w:rsidRPr="003E6988" w:rsidRDefault="007209D4" w:rsidP="003E6988">
      <w:pPr>
        <w:pStyle w:val="ListParagraph"/>
        <w:numPr>
          <w:ilvl w:val="0"/>
          <w:numId w:val="5"/>
        </w:numPr>
        <w:rPr>
          <w:sz w:val="24"/>
          <w:szCs w:val="24"/>
          <w:u w:val="single"/>
        </w:rPr>
      </w:pPr>
      <w:r w:rsidRPr="0057501F">
        <w:rPr>
          <w:sz w:val="24"/>
          <w:szCs w:val="24"/>
        </w:rPr>
        <w:t xml:space="preserve">Go to </w:t>
      </w:r>
      <w:r w:rsidRPr="00A21B66">
        <w:rPr>
          <w:b/>
          <w:bCs/>
          <w:sz w:val="24"/>
          <w:szCs w:val="24"/>
        </w:rPr>
        <w:t>http://</w:t>
      </w:r>
      <w:r w:rsidRPr="00A21B66">
        <w:rPr>
          <w:b/>
          <w:bCs/>
        </w:rPr>
        <w:t>www.wordle.net/advanced</w:t>
      </w:r>
      <w:r>
        <w:rPr>
          <w:sz w:val="24"/>
          <w:szCs w:val="24"/>
        </w:rPr>
        <w:t>.</w:t>
      </w:r>
    </w:p>
    <w:p w:rsidR="007209D4" w:rsidRPr="003E6988" w:rsidRDefault="007209D4" w:rsidP="003E6988">
      <w:pPr>
        <w:pStyle w:val="ListParagraph"/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Copy and paste the text from your “Advanced Tab List” into the Wordle box.</w:t>
      </w:r>
      <w:r>
        <w:rPr>
          <w:sz w:val="24"/>
          <w:szCs w:val="24"/>
        </w:rPr>
        <w:br/>
        <w:t>Click “Go.”  (If you see a red “X,” please raise your hand for assistance.)</w:t>
      </w:r>
    </w:p>
    <w:p w:rsidR="007209D4" w:rsidRPr="00113AE9" w:rsidRDefault="007209D4" w:rsidP="007B3A1E">
      <w:pPr>
        <w:pStyle w:val="ListParagraph"/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22.6pt;margin-top:14.2pt;width:125.5pt;height:73.2pt;z-index:251654656" o:connectortype="straight">
            <v:stroke endarrow="block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30" type="#_x0000_t75" alt="cid:image001.png@01C9B5DC.3D4DC7F0" style="position:absolute;left:0;text-align:left;margin-left:437.55pt;margin-top:-10.95pt;width:96.2pt;height:145.85pt;z-index:251653632;visibility:visible" stroked="t" strokecolor="windowText">
            <v:imagedata r:id="rId7" r:href="rId8" croptop="9868f" cropbottom="6579f" cropleft="6433f" cropright="7639f"/>
          </v:shape>
        </w:pict>
      </w:r>
      <w:r>
        <w:rPr>
          <w:sz w:val="24"/>
          <w:szCs w:val="24"/>
        </w:rPr>
        <w:t>Adjust the view of Internet Explorer in the lower-right corner so the entire</w:t>
      </w:r>
      <w:r>
        <w:rPr>
          <w:sz w:val="24"/>
          <w:szCs w:val="24"/>
        </w:rPr>
        <w:br/>
        <w:t xml:space="preserve">Wordle can be viewed.  </w:t>
      </w:r>
      <w:r w:rsidRPr="00820260">
        <w:rPr>
          <w:b/>
          <w:bCs/>
          <w:sz w:val="24"/>
          <w:szCs w:val="24"/>
        </w:rPr>
        <w:t>Choose 75%.</w:t>
      </w:r>
      <w:r>
        <w:rPr>
          <w:sz w:val="24"/>
          <w:szCs w:val="24"/>
        </w:rPr>
        <w:t xml:space="preserve"> </w:t>
      </w:r>
    </w:p>
    <w:p w:rsidR="007209D4" w:rsidRPr="00113AE9" w:rsidRDefault="007209D4" w:rsidP="00113AE9">
      <w:pPr>
        <w:pStyle w:val="ListParagraph"/>
        <w:numPr>
          <w:ilvl w:val="0"/>
          <w:numId w:val="5"/>
        </w:numPr>
        <w:rPr>
          <w:sz w:val="24"/>
          <w:szCs w:val="24"/>
          <w:u w:val="single"/>
        </w:rPr>
      </w:pPr>
      <w:r w:rsidRPr="00113AE9">
        <w:rPr>
          <w:sz w:val="24"/>
          <w:szCs w:val="24"/>
        </w:rPr>
        <w:t>Click the “Randomize”</w:t>
      </w:r>
      <w:r>
        <w:rPr>
          <w:sz w:val="24"/>
          <w:szCs w:val="24"/>
        </w:rPr>
        <w:t xml:space="preserve"> button to get a sense of how your</w:t>
      </w:r>
      <w:r>
        <w:rPr>
          <w:sz w:val="24"/>
          <w:szCs w:val="24"/>
        </w:rPr>
        <w:br/>
      </w:r>
      <w:r w:rsidRPr="00113AE9">
        <w:rPr>
          <w:sz w:val="24"/>
          <w:szCs w:val="24"/>
        </w:rPr>
        <w:t>Wordle</w:t>
      </w:r>
      <w:r>
        <w:rPr>
          <w:sz w:val="24"/>
          <w:szCs w:val="24"/>
        </w:rPr>
        <w:t xml:space="preserve"> can look.</w:t>
      </w:r>
    </w:p>
    <w:p w:rsidR="007209D4" w:rsidRPr="00113AE9" w:rsidRDefault="007209D4" w:rsidP="00113AE9">
      <w:pPr>
        <w:pStyle w:val="ListParagraph"/>
        <w:numPr>
          <w:ilvl w:val="0"/>
          <w:numId w:val="5"/>
        </w:numPr>
        <w:rPr>
          <w:sz w:val="24"/>
          <w:szCs w:val="24"/>
          <w:u w:val="single"/>
        </w:rPr>
      </w:pPr>
      <w:r w:rsidRPr="00113AE9">
        <w:rPr>
          <w:sz w:val="24"/>
          <w:szCs w:val="24"/>
        </w:rPr>
        <w:t xml:space="preserve">Experiment with the </w:t>
      </w:r>
      <w:r>
        <w:rPr>
          <w:sz w:val="24"/>
          <w:szCs w:val="24"/>
        </w:rPr>
        <w:t xml:space="preserve">font, layout, </w:t>
      </w:r>
      <w:r w:rsidRPr="00113AE9">
        <w:rPr>
          <w:sz w:val="24"/>
          <w:szCs w:val="24"/>
        </w:rPr>
        <w:t>color, etc.</w:t>
      </w:r>
      <w:r>
        <w:rPr>
          <w:sz w:val="24"/>
          <w:szCs w:val="24"/>
        </w:rPr>
        <w:t xml:space="preserve"> using the</w:t>
      </w:r>
      <w:r>
        <w:rPr>
          <w:sz w:val="24"/>
          <w:szCs w:val="24"/>
        </w:rPr>
        <w:br/>
      </w:r>
      <w:r w:rsidRPr="00113AE9">
        <w:rPr>
          <w:sz w:val="24"/>
          <w:szCs w:val="24"/>
        </w:rPr>
        <w:t>drop-down menus.</w:t>
      </w:r>
    </w:p>
    <w:p w:rsidR="007209D4" w:rsidRPr="00BD1A60" w:rsidRDefault="007209D4" w:rsidP="00BD1A60">
      <w:pPr>
        <w:pStyle w:val="ListParagraph"/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noProof/>
        </w:rPr>
        <w:pict>
          <v:shape id="_x0000_s1031" type="#_x0000_t75" style="position:absolute;left:0;text-align:left;margin-left:201.6pt;margin-top:5.6pt;width:347.4pt;height:159.8pt;z-index:251658752;visibility:visible">
            <v:imagedata r:id="rId9" o:title=""/>
            <w10:wrap type="square"/>
          </v:shape>
        </w:pict>
      </w:r>
      <w:r>
        <w:rPr>
          <w:sz w:val="24"/>
          <w:szCs w:val="24"/>
        </w:rPr>
        <w:t>Customize your Wordle’s colors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by choosing “Edit custom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palette…” under the “Color”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menu.  Click one of the square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areas to select a specific color.</w:t>
      </w:r>
    </w:p>
    <w:p w:rsidR="007209D4" w:rsidRPr="00BD1A60" w:rsidRDefault="007209D4" w:rsidP="00BD1A60">
      <w:pPr>
        <w:pStyle w:val="ListParagraph"/>
        <w:numPr>
          <w:ilvl w:val="0"/>
          <w:numId w:val="5"/>
        </w:numPr>
        <w:rPr>
          <w:sz w:val="24"/>
          <w:szCs w:val="24"/>
          <w:u w:val="single"/>
        </w:rPr>
      </w:pPr>
      <w:r w:rsidRPr="00BD1A60">
        <w:rPr>
          <w:sz w:val="24"/>
          <w:szCs w:val="24"/>
        </w:rPr>
        <w:t>Press “Print Screen.”</w:t>
      </w:r>
    </w:p>
    <w:p w:rsidR="007209D4" w:rsidRPr="00C3198E" w:rsidRDefault="007209D4" w:rsidP="007B3A1E">
      <w:pPr>
        <w:pStyle w:val="ListParagraph"/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Open Microsoft Office Publisher.</w:t>
      </w:r>
    </w:p>
    <w:p w:rsidR="007209D4" w:rsidRPr="00C3198E" w:rsidRDefault="007209D4" w:rsidP="007B3A1E">
      <w:pPr>
        <w:pStyle w:val="ListParagraph"/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Press “Ctrl + V” to </w:t>
      </w:r>
      <w:r>
        <w:rPr>
          <w:b/>
          <w:bCs/>
          <w:sz w:val="24"/>
          <w:szCs w:val="24"/>
        </w:rPr>
        <w:t>paste</w:t>
      </w:r>
      <w:r>
        <w:rPr>
          <w:sz w:val="24"/>
          <w:szCs w:val="24"/>
        </w:rPr>
        <w:t xml:space="preserve"> in the screen capture.</w:t>
      </w:r>
    </w:p>
    <w:p w:rsidR="007209D4" w:rsidRPr="00934F98" w:rsidRDefault="007209D4" w:rsidP="007B3A1E">
      <w:pPr>
        <w:pStyle w:val="ListParagraph"/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SAVE </w:t>
      </w:r>
      <w:r w:rsidRPr="001D1106">
        <w:rPr>
          <w:sz w:val="24"/>
          <w:szCs w:val="24"/>
        </w:rPr>
        <w:t>the file using the title’s name, your first name, and the word “Wordle.”</w:t>
      </w:r>
      <w:r>
        <w:rPr>
          <w:sz w:val="24"/>
          <w:szCs w:val="24"/>
        </w:rPr>
        <w:br/>
        <w:t>Example:  MVPLauraWordle</w:t>
      </w:r>
    </w:p>
    <w:p w:rsidR="007209D4" w:rsidRDefault="007209D4" w:rsidP="00934F98">
      <w:pPr>
        <w:pStyle w:val="ListParagraph"/>
        <w:rPr>
          <w:sz w:val="24"/>
          <w:szCs w:val="24"/>
          <w:u w:val="single"/>
        </w:rPr>
      </w:pPr>
    </w:p>
    <w:p w:rsidR="007209D4" w:rsidRDefault="007209D4" w:rsidP="00934F98">
      <w:pPr>
        <w:pStyle w:val="ListParagraph"/>
        <w:rPr>
          <w:sz w:val="24"/>
          <w:szCs w:val="24"/>
          <w:u w:val="single"/>
        </w:rPr>
      </w:pPr>
    </w:p>
    <w:p w:rsidR="007209D4" w:rsidRDefault="007209D4" w:rsidP="00934F98">
      <w:pPr>
        <w:pStyle w:val="ListParagraph"/>
        <w:rPr>
          <w:sz w:val="24"/>
          <w:szCs w:val="24"/>
          <w:u w:val="single"/>
        </w:rPr>
      </w:pPr>
    </w:p>
    <w:p w:rsidR="007209D4" w:rsidRDefault="007209D4" w:rsidP="00934F98">
      <w:pPr>
        <w:pStyle w:val="ListParagraph"/>
        <w:rPr>
          <w:sz w:val="24"/>
          <w:szCs w:val="24"/>
          <w:u w:val="single"/>
        </w:rPr>
      </w:pPr>
    </w:p>
    <w:p w:rsidR="007209D4" w:rsidRDefault="007209D4" w:rsidP="00934F98">
      <w:pPr>
        <w:pStyle w:val="ListParagraph"/>
        <w:rPr>
          <w:sz w:val="24"/>
          <w:szCs w:val="24"/>
          <w:u w:val="single"/>
        </w:rPr>
      </w:pPr>
    </w:p>
    <w:p w:rsidR="007209D4" w:rsidRDefault="007209D4" w:rsidP="00934F98">
      <w:pPr>
        <w:pStyle w:val="ListParagraph"/>
        <w:rPr>
          <w:sz w:val="24"/>
          <w:szCs w:val="24"/>
          <w:u w:val="single"/>
        </w:rPr>
      </w:pPr>
    </w:p>
    <w:p w:rsidR="007209D4" w:rsidRPr="00C3198E" w:rsidRDefault="007209D4" w:rsidP="00934F98">
      <w:pPr>
        <w:pStyle w:val="ListParagraph"/>
        <w:rPr>
          <w:sz w:val="24"/>
          <w:szCs w:val="24"/>
          <w:u w:val="single"/>
        </w:rPr>
      </w:pPr>
    </w:p>
    <w:p w:rsidR="007209D4" w:rsidRPr="00FC2732" w:rsidRDefault="007209D4" w:rsidP="007B3A1E">
      <w:pPr>
        <w:rPr>
          <w:b/>
          <w:bCs/>
          <w:sz w:val="8"/>
          <w:szCs w:val="8"/>
          <w:u w:val="single"/>
        </w:rPr>
      </w:pPr>
    </w:p>
    <w:p w:rsidR="007209D4" w:rsidRPr="00D64968" w:rsidRDefault="007209D4" w:rsidP="007B3A1E">
      <w:pPr>
        <w:rPr>
          <w:sz w:val="24"/>
          <w:szCs w:val="24"/>
          <w:u w:val="single"/>
        </w:rPr>
      </w:pPr>
      <w:r>
        <w:rPr>
          <w:noProof/>
        </w:rPr>
        <w:pict>
          <v:shape id="Picture 10" o:spid="_x0000_s1032" type="#_x0000_t75" style="position:absolute;margin-left:478.8pt;margin-top:20.9pt;width:23.4pt;height:27pt;z-index:251655680;visibility:visible">
            <v:imagedata r:id="rId10" o:title="" cropbottom="-406f" cropleft="10285f" cropright="10459f"/>
          </v:shape>
        </w:pict>
      </w:r>
      <w:r>
        <w:rPr>
          <w:b/>
          <w:bCs/>
          <w:sz w:val="24"/>
          <w:szCs w:val="24"/>
          <w:u w:val="single"/>
        </w:rPr>
        <w:t>Task:  Edit the Wordle P</w:t>
      </w:r>
      <w:r w:rsidRPr="00256707">
        <w:rPr>
          <w:b/>
          <w:bCs/>
          <w:sz w:val="24"/>
          <w:szCs w:val="24"/>
          <w:u w:val="single"/>
        </w:rPr>
        <w:t xml:space="preserve">icture </w:t>
      </w:r>
      <w:r>
        <w:rPr>
          <w:b/>
          <w:bCs/>
          <w:sz w:val="24"/>
          <w:szCs w:val="24"/>
          <w:u w:val="single"/>
        </w:rPr>
        <w:t>and create WordleBookAd in Publisher</w:t>
      </w:r>
    </w:p>
    <w:p w:rsidR="007209D4" w:rsidRPr="00B8244B" w:rsidRDefault="007209D4" w:rsidP="00B8244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8244B">
        <w:rPr>
          <w:sz w:val="24"/>
          <w:szCs w:val="24"/>
        </w:rPr>
        <w:t xml:space="preserve">Click on the Wordle screen shot to </w:t>
      </w:r>
      <w:r>
        <w:rPr>
          <w:sz w:val="24"/>
          <w:szCs w:val="24"/>
        </w:rPr>
        <w:t>activate the editing tool bar.  Click the “c</w:t>
      </w:r>
      <w:r w:rsidRPr="00B8244B">
        <w:rPr>
          <w:sz w:val="24"/>
          <w:szCs w:val="24"/>
        </w:rPr>
        <w:t>ropping icon</w:t>
      </w:r>
      <w:r>
        <w:rPr>
          <w:sz w:val="24"/>
          <w:szCs w:val="24"/>
        </w:rPr>
        <w:t>”</w:t>
      </w:r>
      <w:r w:rsidRPr="00B8244B">
        <w:rPr>
          <w:sz w:val="24"/>
          <w:szCs w:val="24"/>
        </w:rPr>
        <w:t xml:space="preserve">: </w:t>
      </w:r>
    </w:p>
    <w:p w:rsidR="007209D4" w:rsidRPr="00B8244B" w:rsidRDefault="007209D4" w:rsidP="00B8244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Crop the graphic to show only </w:t>
      </w:r>
      <w:r w:rsidRPr="00B8244B">
        <w:rPr>
          <w:sz w:val="24"/>
          <w:szCs w:val="24"/>
        </w:rPr>
        <w:t>the Wordle</w:t>
      </w:r>
      <w:r>
        <w:rPr>
          <w:sz w:val="24"/>
          <w:szCs w:val="24"/>
        </w:rPr>
        <w:t>.</w:t>
      </w:r>
    </w:p>
    <w:p w:rsidR="007209D4" w:rsidRPr="00B8244B" w:rsidRDefault="007209D4" w:rsidP="00B8244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8244B">
        <w:rPr>
          <w:sz w:val="24"/>
          <w:szCs w:val="24"/>
        </w:rPr>
        <w:t xml:space="preserve">Go to </w:t>
      </w:r>
      <w:hyperlink r:id="rId11" w:history="1">
        <w:r w:rsidRPr="004F1A5D">
          <w:rPr>
            <w:rStyle w:val="Hyperlink"/>
            <w:color w:val="auto"/>
            <w:sz w:val="24"/>
            <w:szCs w:val="24"/>
          </w:rPr>
          <w:t>www.google.com</w:t>
        </w:r>
      </w:hyperlink>
      <w:r w:rsidRPr="00B8244B">
        <w:rPr>
          <w:sz w:val="24"/>
          <w:szCs w:val="24"/>
        </w:rPr>
        <w:t xml:space="preserve"> and click </w:t>
      </w:r>
      <w:r>
        <w:rPr>
          <w:sz w:val="24"/>
          <w:szCs w:val="24"/>
        </w:rPr>
        <w:t xml:space="preserve">“Images.”  </w:t>
      </w:r>
      <w:r w:rsidRPr="00B8244B">
        <w:rPr>
          <w:sz w:val="24"/>
          <w:szCs w:val="24"/>
        </w:rPr>
        <w:t>Search for an image of the book</w:t>
      </w:r>
      <w:r>
        <w:rPr>
          <w:sz w:val="24"/>
          <w:szCs w:val="24"/>
        </w:rPr>
        <w:t>.</w:t>
      </w:r>
    </w:p>
    <w:p w:rsidR="007209D4" w:rsidRDefault="007209D4" w:rsidP="00572E5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8244B">
        <w:rPr>
          <w:sz w:val="24"/>
          <w:szCs w:val="24"/>
        </w:rPr>
        <w:t xml:space="preserve">Copy and paste the image into </w:t>
      </w:r>
      <w:r>
        <w:rPr>
          <w:sz w:val="24"/>
          <w:szCs w:val="24"/>
        </w:rPr>
        <w:t xml:space="preserve">Microsoft Office </w:t>
      </w:r>
      <w:r w:rsidRPr="00B8244B">
        <w:rPr>
          <w:sz w:val="24"/>
          <w:szCs w:val="24"/>
        </w:rPr>
        <w:t>Publisher</w:t>
      </w:r>
      <w:r>
        <w:rPr>
          <w:sz w:val="24"/>
          <w:szCs w:val="24"/>
        </w:rPr>
        <w:t>.</w:t>
      </w:r>
    </w:p>
    <w:p w:rsidR="007209D4" w:rsidRDefault="007209D4" w:rsidP="00572E5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Use Word Art or a text box to add your first name; adjust the font, color, and size as needed.</w:t>
      </w:r>
    </w:p>
    <w:p w:rsidR="007209D4" w:rsidRDefault="007209D4" w:rsidP="004F1A5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Press and hold the</w:t>
      </w:r>
      <w:r w:rsidRPr="00572E5F">
        <w:rPr>
          <w:sz w:val="24"/>
          <w:szCs w:val="24"/>
        </w:rPr>
        <w:t xml:space="preserve"> </w:t>
      </w:r>
      <w:r>
        <w:rPr>
          <w:sz w:val="24"/>
          <w:szCs w:val="24"/>
        </w:rPr>
        <w:t>“Ctrl” key; click every part of your book’s advertisement.  Then, go to</w:t>
      </w:r>
      <w:r>
        <w:rPr>
          <w:sz w:val="24"/>
          <w:szCs w:val="24"/>
        </w:rPr>
        <w:br/>
        <w:t xml:space="preserve">“Arrange” </w:t>
      </w:r>
      <w:r w:rsidRPr="00572E5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“Group.”</w:t>
      </w:r>
    </w:p>
    <w:p w:rsidR="007209D4" w:rsidRPr="00934F98" w:rsidRDefault="007209D4" w:rsidP="00FC2732">
      <w:pPr>
        <w:pStyle w:val="ListParagraph"/>
        <w:rPr>
          <w:b/>
          <w:bCs/>
          <w:color w:val="FF0000"/>
          <w:sz w:val="52"/>
          <w:szCs w:val="52"/>
        </w:rPr>
      </w:pPr>
      <w:r>
        <w:rPr>
          <w:noProof/>
        </w:rPr>
        <w:pict>
          <v:shape id="Picture 2" o:spid="_x0000_s1033" type="#_x0000_t75" style="position:absolute;left:0;text-align:left;margin-left:464.55pt;margin-top:7.05pt;width:36pt;height:36pt;z-index:251661824;visibility:visible">
            <v:imagedata r:id="rId12" o:title=""/>
          </v:shape>
        </w:pict>
      </w:r>
      <w:r w:rsidRPr="00934F98">
        <w:rPr>
          <w:b/>
          <w:bCs/>
          <w:color w:val="FF0000"/>
          <w:sz w:val="52"/>
          <w:szCs w:val="52"/>
        </w:rPr>
        <w:t>************* Directions may need to be changed here~</w:t>
      </w:r>
    </w:p>
    <w:p w:rsidR="007209D4" w:rsidRDefault="007209D4" w:rsidP="00084E8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Finally, copy and paste the grouped item</w:t>
      </w:r>
      <w:r w:rsidRPr="00572E5F">
        <w:rPr>
          <w:sz w:val="24"/>
          <w:szCs w:val="24"/>
        </w:rPr>
        <w:t xml:space="preserve"> into Mi</w:t>
      </w:r>
      <w:r>
        <w:rPr>
          <w:sz w:val="24"/>
          <w:szCs w:val="24"/>
        </w:rPr>
        <w:t>crosoft Office Picture Manager</w:t>
      </w:r>
      <w:r>
        <w:rPr>
          <w:sz w:val="24"/>
          <w:szCs w:val="24"/>
        </w:rPr>
        <w:br/>
        <w:t>- G</w:t>
      </w:r>
      <w:r w:rsidRPr="00572E5F">
        <w:rPr>
          <w:sz w:val="24"/>
          <w:szCs w:val="24"/>
        </w:rPr>
        <w:t xml:space="preserve">o to </w:t>
      </w:r>
      <w:r>
        <w:rPr>
          <w:i/>
          <w:iCs/>
          <w:sz w:val="24"/>
          <w:szCs w:val="24"/>
        </w:rPr>
        <w:t xml:space="preserve">start </w:t>
      </w:r>
      <w:r w:rsidRPr="00F27403">
        <w:rPr>
          <w:sz w:val="24"/>
          <w:szCs w:val="24"/>
        </w:rPr>
        <w:sym w:font="Wingdings" w:char="F0E0"/>
      </w:r>
      <w:r w:rsidRPr="00F2740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All Programs </w:t>
      </w:r>
      <w:r w:rsidRPr="00F27403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 </w:t>
      </w:r>
      <w:r w:rsidRPr="00572E5F">
        <w:rPr>
          <w:sz w:val="24"/>
          <w:szCs w:val="24"/>
        </w:rPr>
        <w:t>Mi</w:t>
      </w:r>
      <w:r>
        <w:rPr>
          <w:sz w:val="24"/>
          <w:szCs w:val="24"/>
        </w:rPr>
        <w:t>crosoft Office Tools</w:t>
      </w:r>
      <w:r>
        <w:rPr>
          <w:sz w:val="24"/>
          <w:szCs w:val="24"/>
        </w:rPr>
        <w:br/>
        <w:t xml:space="preserve">- Click “View” </w:t>
      </w:r>
      <w:r w:rsidRPr="00967E80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 Task Pane </w:t>
      </w:r>
      <w:r w:rsidRPr="00967E80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 Export</w:t>
      </w:r>
      <w:r>
        <w:rPr>
          <w:sz w:val="24"/>
          <w:szCs w:val="24"/>
        </w:rPr>
        <w:br/>
        <w:t>- Choose “JPEG” from the drop-down menu.</w:t>
      </w:r>
      <w:r>
        <w:rPr>
          <w:sz w:val="24"/>
          <w:szCs w:val="24"/>
        </w:rPr>
        <w:br/>
        <w:t>- Save it to your H: drive with the book’s title and the word “Export.”  Example:  MVPLauraExport</w:t>
      </w:r>
    </w:p>
    <w:p w:rsidR="007209D4" w:rsidRPr="00D64968" w:rsidRDefault="007209D4" w:rsidP="00D64968">
      <w:pPr>
        <w:rPr>
          <w:sz w:val="24"/>
          <w:szCs w:val="24"/>
        </w:rPr>
      </w:pPr>
      <w:r>
        <w:rPr>
          <w:noProof/>
        </w:rPr>
        <w:pict>
          <v:shape id="Picture 7" o:spid="_x0000_s1034" type="#_x0000_t75" style="position:absolute;margin-left:1.8pt;margin-top:16.75pt;width:509.85pt;height:310.5pt;z-index:251656704;visibility:visible">
            <v:imagedata r:id="rId13" o:title="" cropbottom="12435f"/>
          </v:shape>
        </w:pict>
      </w:r>
      <w:r w:rsidRPr="00D64968">
        <w:rPr>
          <w:sz w:val="24"/>
          <w:szCs w:val="24"/>
        </w:rPr>
        <w:br/>
      </w:r>
    </w:p>
    <w:p w:rsidR="007209D4" w:rsidRPr="00967E80" w:rsidRDefault="007209D4" w:rsidP="00967E80">
      <w:pPr>
        <w:rPr>
          <w:sz w:val="24"/>
          <w:szCs w:val="24"/>
        </w:rPr>
      </w:pPr>
    </w:p>
    <w:p w:rsidR="007209D4" w:rsidRDefault="007209D4"/>
    <w:p w:rsidR="007209D4" w:rsidRDefault="007209D4"/>
    <w:p w:rsidR="007209D4" w:rsidRDefault="007209D4">
      <w:r>
        <w:rPr>
          <w:noProof/>
        </w:rPr>
        <w:pict>
          <v:group id="_x0000_s1035" style="position:absolute;margin-left:516.95pt;margin-top:16.6pt;width:36.75pt;height:73.55pt;z-index:251659776" coordorigin="11032,8810" coordsize="735,1471">
            <v:shape id="_x0000_s1036" type="#_x0000_t32" style="position:absolute;left:11032;top:8810;width:735;height:1" o:connectortype="straight">
              <v:stroke startarrow="block"/>
            </v:shape>
            <v:shape id="_x0000_s1037" type="#_x0000_t32" style="position:absolute;left:11032;top:9425;width:735;height:1" o:connectortype="straight">
              <v:stroke startarrow="block"/>
            </v:shape>
            <v:shape id="_x0000_s1038" type="#_x0000_t32" style="position:absolute;left:11032;top:10280;width:735;height:1" o:connectortype="straight">
              <v:stroke startarrow="block"/>
            </v:shape>
          </v:group>
        </w:pict>
      </w: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9" type="#_x0000_t172" style="position:absolute;margin-left:.3pt;margin-top:4.7pt;width:38.25pt;height:33pt;z-index:251660800" stroked="f">
            <v:shadow color="#868686"/>
            <v:textpath style="font-family:&quot;Brady Bunch&quot;;v-text-kern:t" trim="t" fitpath="t" string="BY: Laura"/>
          </v:shape>
        </w:pict>
      </w:r>
    </w:p>
    <w:p w:rsidR="007209D4" w:rsidRDefault="007209D4"/>
    <w:p w:rsidR="007209D4" w:rsidRDefault="007209D4"/>
    <w:p w:rsidR="007209D4" w:rsidRDefault="007209D4"/>
    <w:p w:rsidR="007209D4" w:rsidRDefault="007209D4"/>
    <w:p w:rsidR="007209D4" w:rsidRDefault="007209D4"/>
    <w:p w:rsidR="007209D4" w:rsidRDefault="007209D4"/>
    <w:p w:rsidR="007209D4" w:rsidRDefault="007209D4"/>
    <w:p w:rsidR="007209D4" w:rsidRDefault="007209D4"/>
    <w:p w:rsidR="007209D4" w:rsidRDefault="007209D4"/>
    <w:sectPr w:rsidR="007209D4" w:rsidSect="009124A0">
      <w:footerReference w:type="default" r:id="rId14"/>
      <w:pgSz w:w="12240" w:h="15840"/>
      <w:pgMar w:top="864" w:right="1008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9D4" w:rsidRDefault="007209D4" w:rsidP="00D169F0">
      <w:pPr>
        <w:spacing w:after="0" w:line="240" w:lineRule="auto"/>
      </w:pPr>
      <w:r>
        <w:separator/>
      </w:r>
    </w:p>
  </w:endnote>
  <w:endnote w:type="continuationSeparator" w:id="0">
    <w:p w:rsidR="007209D4" w:rsidRDefault="007209D4" w:rsidP="00D1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9D4" w:rsidRDefault="007209D4">
    <w:pPr>
      <w:pStyle w:val="Footer"/>
    </w:pPr>
  </w:p>
  <w:p w:rsidR="007209D4" w:rsidRDefault="007209D4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5.9pt;margin-top:6.7pt;width:89.8pt;height:20.65pt;z-index:251660288;mso-wrap-style:none" filled="f" stroked="f">
          <v:textbox style="mso-fit-shape-to-text:t">
            <w:txbxContent>
              <w:p w:rsidR="007209D4" w:rsidRPr="007A40CB" w:rsidRDefault="007209D4" w:rsidP="009D7B32">
                <w:pPr>
                  <w:pStyle w:val="Footer"/>
                  <w:rPr>
                    <w:noProof/>
                  </w:rPr>
                </w:pPr>
                <w:r>
                  <w:t>www.wordle.net</w:t>
                </w:r>
              </w:p>
            </w:txbxContent>
          </v:textbox>
          <w10:wrap type="squar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style="position:absolute;margin-left:438.25pt;margin-top:-9.8pt;width:87.35pt;height:45.1pt;z-index:251661312;visibility:visible">
          <v:imagedata r:id="rId1" o:title=""/>
          <o:lock v:ext="edit" aspectratio="f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9D4" w:rsidRDefault="007209D4" w:rsidP="00D169F0">
      <w:pPr>
        <w:spacing w:after="0" w:line="240" w:lineRule="auto"/>
      </w:pPr>
      <w:r>
        <w:separator/>
      </w:r>
    </w:p>
  </w:footnote>
  <w:footnote w:type="continuationSeparator" w:id="0">
    <w:p w:rsidR="007209D4" w:rsidRDefault="007209D4" w:rsidP="00D1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539A"/>
    <w:multiLevelType w:val="hybridMultilevel"/>
    <w:tmpl w:val="028AC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1352D"/>
    <w:multiLevelType w:val="hybridMultilevel"/>
    <w:tmpl w:val="73DE7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3B07"/>
    <w:multiLevelType w:val="hybridMultilevel"/>
    <w:tmpl w:val="E1C49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853F8"/>
    <w:multiLevelType w:val="hybridMultilevel"/>
    <w:tmpl w:val="F76C9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C5E02"/>
    <w:multiLevelType w:val="hybridMultilevel"/>
    <w:tmpl w:val="A5206A72"/>
    <w:lvl w:ilvl="0" w:tplc="75A224D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7EF29AD"/>
    <w:multiLevelType w:val="hybridMultilevel"/>
    <w:tmpl w:val="028AC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40FCD"/>
    <w:multiLevelType w:val="hybridMultilevel"/>
    <w:tmpl w:val="028AC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2B59F4"/>
    <w:multiLevelType w:val="hybridMultilevel"/>
    <w:tmpl w:val="86A4A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E5B3528"/>
    <w:multiLevelType w:val="hybridMultilevel"/>
    <w:tmpl w:val="8C0AF6E8"/>
    <w:lvl w:ilvl="0" w:tplc="D8B89DE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savePreviewPicture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315"/>
    <w:rsid w:val="000771B6"/>
    <w:rsid w:val="00084E89"/>
    <w:rsid w:val="001068C2"/>
    <w:rsid w:val="00113AE9"/>
    <w:rsid w:val="0015054F"/>
    <w:rsid w:val="00150B78"/>
    <w:rsid w:val="00185009"/>
    <w:rsid w:val="001A3821"/>
    <w:rsid w:val="001B4B85"/>
    <w:rsid w:val="001C4BEA"/>
    <w:rsid w:val="001D1106"/>
    <w:rsid w:val="001E7FFD"/>
    <w:rsid w:val="00247769"/>
    <w:rsid w:val="00256707"/>
    <w:rsid w:val="002F64F5"/>
    <w:rsid w:val="003E6988"/>
    <w:rsid w:val="00450ACB"/>
    <w:rsid w:val="004F1A5D"/>
    <w:rsid w:val="00530853"/>
    <w:rsid w:val="00572E5F"/>
    <w:rsid w:val="0057501F"/>
    <w:rsid w:val="00672565"/>
    <w:rsid w:val="0069070B"/>
    <w:rsid w:val="00693699"/>
    <w:rsid w:val="006B1206"/>
    <w:rsid w:val="006F1C41"/>
    <w:rsid w:val="006F4CAC"/>
    <w:rsid w:val="007209D4"/>
    <w:rsid w:val="00787754"/>
    <w:rsid w:val="007A40CB"/>
    <w:rsid w:val="007B3A1E"/>
    <w:rsid w:val="007B4AF8"/>
    <w:rsid w:val="00820260"/>
    <w:rsid w:val="00860D39"/>
    <w:rsid w:val="00874ACE"/>
    <w:rsid w:val="008B4F85"/>
    <w:rsid w:val="008C514D"/>
    <w:rsid w:val="008E6B57"/>
    <w:rsid w:val="009104CC"/>
    <w:rsid w:val="009124A0"/>
    <w:rsid w:val="00913DB8"/>
    <w:rsid w:val="00934F98"/>
    <w:rsid w:val="00967E80"/>
    <w:rsid w:val="009D7B32"/>
    <w:rsid w:val="00A21B66"/>
    <w:rsid w:val="00A22AF0"/>
    <w:rsid w:val="00A50D3A"/>
    <w:rsid w:val="00A85315"/>
    <w:rsid w:val="00AB3FD5"/>
    <w:rsid w:val="00AD0DBB"/>
    <w:rsid w:val="00AF7C11"/>
    <w:rsid w:val="00B41107"/>
    <w:rsid w:val="00B80A27"/>
    <w:rsid w:val="00B8244B"/>
    <w:rsid w:val="00BA3518"/>
    <w:rsid w:val="00BD1697"/>
    <w:rsid w:val="00BD1A60"/>
    <w:rsid w:val="00BE3D99"/>
    <w:rsid w:val="00C15642"/>
    <w:rsid w:val="00C20D85"/>
    <w:rsid w:val="00C3198E"/>
    <w:rsid w:val="00C65BF3"/>
    <w:rsid w:val="00C83AC0"/>
    <w:rsid w:val="00CC609A"/>
    <w:rsid w:val="00CD2C4D"/>
    <w:rsid w:val="00CE7F35"/>
    <w:rsid w:val="00D0514B"/>
    <w:rsid w:val="00D169F0"/>
    <w:rsid w:val="00D1730B"/>
    <w:rsid w:val="00D64968"/>
    <w:rsid w:val="00D70424"/>
    <w:rsid w:val="00DB742F"/>
    <w:rsid w:val="00DD1DCA"/>
    <w:rsid w:val="00DE347E"/>
    <w:rsid w:val="00E84083"/>
    <w:rsid w:val="00EE5972"/>
    <w:rsid w:val="00F221B8"/>
    <w:rsid w:val="00F27403"/>
    <w:rsid w:val="00F477AA"/>
    <w:rsid w:val="00FA7D26"/>
    <w:rsid w:val="00FB68C4"/>
    <w:rsid w:val="00FC2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8C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85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16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69F0"/>
  </w:style>
  <w:style w:type="paragraph" w:styleId="Footer">
    <w:name w:val="footer"/>
    <w:basedOn w:val="Normal"/>
    <w:link w:val="FooterChar"/>
    <w:uiPriority w:val="99"/>
    <w:rsid w:val="00D16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9F0"/>
  </w:style>
  <w:style w:type="paragraph" w:styleId="ListParagraph">
    <w:name w:val="List Paragraph"/>
    <w:basedOn w:val="Normal"/>
    <w:uiPriority w:val="99"/>
    <w:qFormat/>
    <w:rsid w:val="007B3A1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B3A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C9B5DC.3D4DC7F0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3</Pages>
  <Words>272</Words>
  <Characters>1552</Characters>
  <Application>Microsoft Office Outlook</Application>
  <DocSecurity>0</DocSecurity>
  <Lines>0</Lines>
  <Paragraphs>0</Paragraphs>
  <ScaleCrop>false</ScaleCrop>
  <Company>D87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Task:  Create your Wordle </dc:title>
  <dc:subject/>
  <dc:creator>obertsa</dc:creator>
  <cp:keywords/>
  <dc:description/>
  <cp:lastModifiedBy>User</cp:lastModifiedBy>
  <cp:revision>2</cp:revision>
  <dcterms:created xsi:type="dcterms:W3CDTF">2012-01-07T23:41:00Z</dcterms:created>
  <dcterms:modified xsi:type="dcterms:W3CDTF">2012-01-07T23:41:00Z</dcterms:modified>
</cp:coreProperties>
</file>